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FE5" w:rsidRPr="009172B0" w:rsidRDefault="00741FE5" w:rsidP="00741FE5">
      <w:pPr>
        <w:pStyle w:val="Paragrafoelenco"/>
        <w:tabs>
          <w:tab w:val="center" w:pos="959"/>
        </w:tabs>
        <w:spacing w:after="0"/>
        <w:ind w:left="0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Allegato 2.2: Soluzione</w:t>
      </w:r>
    </w:p>
    <w:p w:rsidR="00741FE5" w:rsidRDefault="00741FE5" w:rsidP="00741FE5">
      <w:pPr>
        <w:pStyle w:val="Paragrafoelenco"/>
        <w:tabs>
          <w:tab w:val="center" w:pos="959"/>
        </w:tabs>
        <w:spacing w:after="0"/>
        <w:ind w:left="0"/>
        <w:contextualSpacing w:val="0"/>
        <w:rPr>
          <w:rFonts w:ascii="Times New Roman" w:hAnsi="Times New Roman" w:cs="Times New Roman"/>
        </w:rPr>
      </w:pPr>
    </w:p>
    <w:p w:rsidR="00741FE5" w:rsidRPr="00C33B7C" w:rsidRDefault="00741FE5" w:rsidP="00741F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B7C">
        <w:rPr>
          <w:rFonts w:ascii="Times New Roman" w:hAnsi="Times New Roman" w:cs="Times New Roman"/>
          <w:sz w:val="24"/>
          <w:szCs w:val="24"/>
        </w:rPr>
        <w:t>Albergo 3</w:t>
      </w:r>
      <w:r>
        <w:rPr>
          <w:rFonts w:ascii="Times New Roman" w:hAnsi="Times New Roman" w:cs="Times New Roman"/>
          <w:sz w:val="24"/>
          <w:szCs w:val="24"/>
        </w:rPr>
        <w:t>×</w:t>
      </w:r>
      <w:r w:rsidRPr="00C33B7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×</w:t>
      </w:r>
      <w:r w:rsidRPr="00C33B7C">
        <w:rPr>
          <w:rFonts w:ascii="Times New Roman" w:hAnsi="Times New Roman" w:cs="Times New Roman"/>
          <w:sz w:val="24"/>
          <w:szCs w:val="24"/>
        </w:rPr>
        <w:t>3</w:t>
      </w:r>
    </w:p>
    <w:p w:rsidR="00741FE5" w:rsidRPr="00C33B7C" w:rsidRDefault="00741FE5" w:rsidP="00741FE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741FE5" w:rsidRPr="00C33B7C" w:rsidTr="00BC4325">
        <w:tc>
          <w:tcPr>
            <w:tcW w:w="2033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0 finestre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1 finestra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2 finestre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3 finestre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4 finestre</w:t>
            </w:r>
          </w:p>
        </w:tc>
      </w:tr>
      <w:tr w:rsidR="00741FE5" w:rsidRPr="00C33B7C" w:rsidTr="00BC4325">
        <w:tc>
          <w:tcPr>
            <w:tcW w:w="2033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41FE5" w:rsidRPr="00C33B7C" w:rsidRDefault="00741FE5" w:rsidP="00741F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1FE5" w:rsidRPr="00C33B7C" w:rsidRDefault="00741FE5" w:rsidP="00741F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B7C">
        <w:rPr>
          <w:rFonts w:ascii="Times New Roman" w:hAnsi="Times New Roman" w:cs="Times New Roman"/>
          <w:sz w:val="24"/>
          <w:szCs w:val="24"/>
        </w:rPr>
        <w:t>Albergo 4</w:t>
      </w:r>
      <w:r>
        <w:rPr>
          <w:rFonts w:ascii="Times New Roman" w:hAnsi="Times New Roman" w:cs="Times New Roman"/>
          <w:sz w:val="24"/>
          <w:szCs w:val="24"/>
        </w:rPr>
        <w:t>×</w:t>
      </w:r>
      <w:r w:rsidRPr="00C33B7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×</w:t>
      </w:r>
      <w:r w:rsidRPr="00C33B7C">
        <w:rPr>
          <w:rFonts w:ascii="Times New Roman" w:hAnsi="Times New Roman" w:cs="Times New Roman"/>
          <w:sz w:val="24"/>
          <w:szCs w:val="24"/>
        </w:rPr>
        <w:t>4</w:t>
      </w:r>
    </w:p>
    <w:p w:rsidR="00741FE5" w:rsidRPr="00C33B7C" w:rsidRDefault="00741FE5" w:rsidP="00741FE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741FE5" w:rsidRPr="00C33B7C" w:rsidTr="00BC4325">
        <w:tc>
          <w:tcPr>
            <w:tcW w:w="2033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0 finestre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1 finestra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2 finestre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3 finestre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4 finestre</w:t>
            </w:r>
          </w:p>
        </w:tc>
      </w:tr>
      <w:tr w:rsidR="00741FE5" w:rsidRPr="00C33B7C" w:rsidTr="00BC4325">
        <w:tc>
          <w:tcPr>
            <w:tcW w:w="2033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41FE5" w:rsidRPr="00C33B7C" w:rsidRDefault="00741FE5" w:rsidP="00741F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1FE5" w:rsidRPr="00C33B7C" w:rsidRDefault="00741FE5" w:rsidP="00741F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B7C">
        <w:rPr>
          <w:rFonts w:ascii="Times New Roman" w:hAnsi="Times New Roman" w:cs="Times New Roman"/>
          <w:sz w:val="24"/>
          <w:szCs w:val="24"/>
        </w:rPr>
        <w:t>Albergo 5</w:t>
      </w:r>
      <w:r>
        <w:rPr>
          <w:rFonts w:ascii="Times New Roman" w:hAnsi="Times New Roman" w:cs="Times New Roman"/>
          <w:sz w:val="24"/>
          <w:szCs w:val="24"/>
        </w:rPr>
        <w:t>×</w:t>
      </w:r>
      <w:r w:rsidRPr="00C33B7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×</w:t>
      </w:r>
      <w:r w:rsidRPr="00C33B7C">
        <w:rPr>
          <w:rFonts w:ascii="Times New Roman" w:hAnsi="Times New Roman" w:cs="Times New Roman"/>
          <w:sz w:val="24"/>
          <w:szCs w:val="24"/>
        </w:rPr>
        <w:t>5</w:t>
      </w:r>
    </w:p>
    <w:p w:rsidR="00741FE5" w:rsidRPr="00C33B7C" w:rsidRDefault="00741FE5" w:rsidP="00741FE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741FE5" w:rsidRPr="00C33B7C" w:rsidTr="00BC4325">
        <w:tc>
          <w:tcPr>
            <w:tcW w:w="2033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0 finestre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1 finestra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2 finestre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3 finestre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4 finestre</w:t>
            </w:r>
          </w:p>
        </w:tc>
      </w:tr>
      <w:tr w:rsidR="00741FE5" w:rsidRPr="00C33B7C" w:rsidTr="00BC4325">
        <w:tc>
          <w:tcPr>
            <w:tcW w:w="2033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41FE5" w:rsidRPr="00C33B7C" w:rsidRDefault="00741FE5" w:rsidP="00741F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1FE5" w:rsidRPr="00C33B7C" w:rsidRDefault="00741FE5" w:rsidP="00741F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B7C">
        <w:rPr>
          <w:rFonts w:ascii="Times New Roman" w:hAnsi="Times New Roman" w:cs="Times New Roman"/>
          <w:sz w:val="24"/>
          <w:szCs w:val="24"/>
        </w:rPr>
        <w:t xml:space="preserve">Albergo </w:t>
      </w:r>
      <w:proofErr w:type="spellStart"/>
      <w:r w:rsidRPr="00C33B7C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×</w:t>
      </w:r>
      <w:r w:rsidRPr="00C33B7C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×</w:t>
      </w:r>
      <w:r w:rsidRPr="00C33B7C">
        <w:rPr>
          <w:rFonts w:ascii="Times New Roman" w:hAnsi="Times New Roman" w:cs="Times New Roman"/>
          <w:sz w:val="24"/>
          <w:szCs w:val="24"/>
        </w:rPr>
        <w:t>n</w:t>
      </w:r>
      <w:proofErr w:type="spellEnd"/>
    </w:p>
    <w:p w:rsidR="00741FE5" w:rsidRPr="00C33B7C" w:rsidRDefault="00741FE5" w:rsidP="00741FE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741FE5" w:rsidRPr="00C33B7C" w:rsidTr="00BC4325">
        <w:tc>
          <w:tcPr>
            <w:tcW w:w="2033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0 finestre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1 finestra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2 finestre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3 finestre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 xml:space="preserve">Camere con </w:t>
            </w: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4 finestre</w:t>
            </w:r>
          </w:p>
        </w:tc>
      </w:tr>
      <w:tr w:rsidR="00741FE5" w:rsidRPr="00C33B7C" w:rsidTr="00BC4325">
        <w:tc>
          <w:tcPr>
            <w:tcW w:w="2033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(n–2)</w:t>
            </w:r>
            <w:r w:rsidRPr="00C33B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6 (n–2)</w:t>
            </w:r>
            <w:r w:rsidRPr="00C33B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12 (n–2)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4" w:type="dxa"/>
            <w:shd w:val="clear" w:color="auto" w:fill="auto"/>
          </w:tcPr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FE5" w:rsidRPr="00C33B7C" w:rsidRDefault="00741FE5" w:rsidP="00BC4325">
            <w:pPr>
              <w:pStyle w:val="Paragrafoelenco"/>
              <w:tabs>
                <w:tab w:val="center" w:pos="1134"/>
                <w:tab w:val="center" w:pos="4536"/>
                <w:tab w:val="center" w:pos="808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41FE5" w:rsidRPr="00C33B7C" w:rsidRDefault="00741FE5" w:rsidP="00741F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1FE5" w:rsidRPr="00C33B7C" w:rsidRDefault="00741FE5" w:rsidP="00741F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1FE5" w:rsidRPr="00C33B7C" w:rsidRDefault="00741FE5" w:rsidP="00741F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B7C">
        <w:rPr>
          <w:rFonts w:ascii="Times New Roman" w:hAnsi="Times New Roman" w:cs="Times New Roman"/>
          <w:sz w:val="24"/>
          <w:szCs w:val="24"/>
        </w:rPr>
        <w:t>Verifica:</w:t>
      </w:r>
    </w:p>
    <w:p w:rsidR="00741FE5" w:rsidRPr="00C33B7C" w:rsidRDefault="00741FE5" w:rsidP="00741F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B7C">
        <w:rPr>
          <w:rFonts w:ascii="Times New Roman" w:hAnsi="Times New Roman" w:cs="Times New Roman"/>
          <w:noProof/>
          <w:position w:val="-16"/>
          <w:sz w:val="24"/>
          <w:szCs w:val="24"/>
          <w:lang w:eastAsia="it-CH"/>
        </w:rPr>
        <w:drawing>
          <wp:inline distT="0" distB="0" distL="0" distR="0" wp14:anchorId="141EE0C9" wp14:editId="7FA23BC8">
            <wp:extent cx="5363570" cy="273884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300" cy="283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FE5" w:rsidRDefault="00741FE5" w:rsidP="00741FE5">
      <w:pPr>
        <w:pStyle w:val="Paragrafoelenco"/>
        <w:tabs>
          <w:tab w:val="center" w:pos="959"/>
        </w:tabs>
        <w:spacing w:after="0"/>
        <w:ind w:left="0"/>
        <w:contextualSpacing w:val="0"/>
        <w:rPr>
          <w:rFonts w:ascii="Times New Roman" w:hAnsi="Times New Roman" w:cs="Times New Roman"/>
        </w:rPr>
      </w:pPr>
    </w:p>
    <w:p w:rsidR="00741FE5" w:rsidRDefault="00741FE5" w:rsidP="00741FE5">
      <w:pPr>
        <w:pStyle w:val="Paragrafoelenco"/>
        <w:tabs>
          <w:tab w:val="center" w:pos="959"/>
        </w:tabs>
        <w:spacing w:after="0"/>
        <w:ind w:left="0"/>
        <w:contextualSpacing w:val="0"/>
        <w:rPr>
          <w:rFonts w:ascii="Times New Roman" w:hAnsi="Times New Roman" w:cs="Times New Roman"/>
        </w:rPr>
      </w:pPr>
    </w:p>
    <w:p w:rsidR="00741FE5" w:rsidRPr="00297C0D" w:rsidRDefault="00741FE5" w:rsidP="00741FE5">
      <w:pPr>
        <w:pStyle w:val="Paragrafoelenco"/>
        <w:tabs>
          <w:tab w:val="center" w:pos="959"/>
        </w:tabs>
        <w:spacing w:after="0"/>
        <w:ind w:left="0"/>
        <w:contextualSpacing w:val="0"/>
        <w:rPr>
          <w:rFonts w:ascii="Times New Roman" w:hAnsi="Times New Roman" w:cs="Times New Roman"/>
        </w:rPr>
      </w:pPr>
    </w:p>
    <w:p w:rsidR="00B30634" w:rsidRDefault="00B30634">
      <w:bookmarkStart w:id="0" w:name="_GoBack"/>
      <w:bookmarkEnd w:id="0"/>
    </w:p>
    <w:sectPr w:rsidR="00B30634" w:rsidSect="00E545D2">
      <w:pgSz w:w="11906" w:h="16838" w:code="9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FE5"/>
    <w:rsid w:val="00741FE5"/>
    <w:rsid w:val="00B3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7B8B66C-5390-454F-AF9D-DA6EEA2A5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1F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41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3EAB3B36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Servizio Informatico TI-EDU - USI-SUPSI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Panero Monica</dc:creator>
  <cp:keywords/>
  <dc:description/>
  <cp:lastModifiedBy>Panero Monica</cp:lastModifiedBy>
  <cp:revision>1</cp:revision>
  <dcterms:created xsi:type="dcterms:W3CDTF">2019-03-20T16:22:00Z</dcterms:created>
  <dcterms:modified xsi:type="dcterms:W3CDTF">2019-03-20T16:23:00Z</dcterms:modified>
</cp:coreProperties>
</file>